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5A2530">
        <w:rPr>
          <w:rFonts w:cstheme="minorHAnsi"/>
        </w:rPr>
        <w:t>1</w:t>
      </w:r>
      <w:r w:rsidR="00117C66">
        <w:rPr>
          <w:rFonts w:cstheme="minorHAnsi"/>
        </w:rPr>
        <w:t>1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5A2530">
        <w:rPr>
          <w:rFonts w:eastAsia="Calibri" w:cstheme="minorHAnsi"/>
        </w:rPr>
        <w:t>1</w:t>
      </w:r>
      <w:r w:rsidR="00117C66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- </w:t>
      </w:r>
      <w:r w:rsidR="00117C66">
        <w:t>Szkolenie z zakresu pomiarów elektroakustycznych oraz optymalizacji systemów nagłośnieniowych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5AE" w:rsidRDefault="006725AE" w:rsidP="003119EF">
      <w:pPr>
        <w:spacing w:after="0" w:line="240" w:lineRule="auto"/>
      </w:pPr>
      <w:r>
        <w:separator/>
      </w:r>
    </w:p>
  </w:endnote>
  <w:endnote w:type="continuationSeparator" w:id="1">
    <w:p w:rsidR="006725AE" w:rsidRDefault="006725AE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117C66" w:rsidRPr="00117C66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5AE" w:rsidRDefault="006725AE" w:rsidP="003119EF">
      <w:pPr>
        <w:spacing w:after="0" w:line="240" w:lineRule="auto"/>
      </w:pPr>
      <w:r>
        <w:separator/>
      </w:r>
    </w:p>
  </w:footnote>
  <w:footnote w:type="continuationSeparator" w:id="1">
    <w:p w:rsidR="006725AE" w:rsidRDefault="006725AE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17C66"/>
    <w:rsid w:val="00196195"/>
    <w:rsid w:val="001C53C2"/>
    <w:rsid w:val="002569B3"/>
    <w:rsid w:val="003119EF"/>
    <w:rsid w:val="00517C29"/>
    <w:rsid w:val="005A2530"/>
    <w:rsid w:val="005A56A9"/>
    <w:rsid w:val="006456FA"/>
    <w:rsid w:val="00660DE0"/>
    <w:rsid w:val="00666E6D"/>
    <w:rsid w:val="006725AE"/>
    <w:rsid w:val="006806C3"/>
    <w:rsid w:val="00724F47"/>
    <w:rsid w:val="00741703"/>
    <w:rsid w:val="007E2FC4"/>
    <w:rsid w:val="00854443"/>
    <w:rsid w:val="00980B9A"/>
    <w:rsid w:val="00A442BD"/>
    <w:rsid w:val="00AA1C16"/>
    <w:rsid w:val="00AB7730"/>
    <w:rsid w:val="00BB5ED2"/>
    <w:rsid w:val="00C0790F"/>
    <w:rsid w:val="00D17930"/>
    <w:rsid w:val="00D17990"/>
    <w:rsid w:val="00D77A1E"/>
    <w:rsid w:val="00D820E9"/>
    <w:rsid w:val="00DF21CB"/>
    <w:rsid w:val="00E179E8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2026-01-21T19:22:00Z</dcterms:created>
  <dcterms:modified xsi:type="dcterms:W3CDTF">2026-01-21T19:22:00Z</dcterms:modified>
</cp:coreProperties>
</file>